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FC" w:rsidRPr="00C935E0" w:rsidRDefault="00BC6FFC" w:rsidP="004851EB">
      <w:pPr>
        <w:rPr>
          <w:b/>
        </w:rPr>
      </w:pPr>
      <w:r w:rsidRPr="00C935E0">
        <w:rPr>
          <w:b/>
        </w:rPr>
        <w:t>Photography</w:t>
      </w:r>
      <w:r w:rsidRPr="00C935E0">
        <w:rPr>
          <w:b/>
        </w:rPr>
        <w:tab/>
      </w:r>
      <w:r w:rsidRPr="00C935E0">
        <w:rPr>
          <w:b/>
        </w:rPr>
        <w:tab/>
      </w:r>
      <w:r w:rsidRPr="00C935E0">
        <w:rPr>
          <w:b/>
        </w:rPr>
        <w:tab/>
      </w:r>
      <w:r w:rsidRPr="00C935E0">
        <w:rPr>
          <w:b/>
        </w:rPr>
        <w:tab/>
      </w:r>
      <w:r w:rsidRPr="00C935E0">
        <w:rPr>
          <w:b/>
        </w:rPr>
        <w:tab/>
      </w:r>
      <w:r w:rsidRPr="00C935E0">
        <w:rPr>
          <w:b/>
        </w:rPr>
        <w:tab/>
        <w:t>Name___________________</w:t>
      </w:r>
    </w:p>
    <w:p w:rsidR="00BC6FFC" w:rsidRPr="00C935E0" w:rsidRDefault="00BC6FFC" w:rsidP="004851EB">
      <w:pPr>
        <w:rPr>
          <w:b/>
        </w:rPr>
      </w:pPr>
      <w:r>
        <w:rPr>
          <w:b/>
        </w:rPr>
        <w:t>Who Are You???</w:t>
      </w:r>
    </w:p>
    <w:p w:rsidR="00BC6FFC" w:rsidRPr="00C935E0" w:rsidRDefault="00BC6FFC" w:rsidP="004851EB">
      <w:pPr>
        <w:rPr>
          <w:b/>
        </w:rPr>
      </w:pPr>
      <w:r w:rsidRPr="00C935E0">
        <w:rPr>
          <w:b/>
        </w:rPr>
        <w:t>Power Point Checklist</w:t>
      </w:r>
    </w:p>
    <w:p w:rsidR="00BC6FFC" w:rsidRDefault="00BC6FFC" w:rsidP="004851EB"/>
    <w:p w:rsidR="00BC6FFC" w:rsidRDefault="00BC6FFC" w:rsidP="004851EB">
      <w:r>
        <w:t>_______Proper Title, including your name (10)</w:t>
      </w:r>
    </w:p>
    <w:p w:rsidR="00BC6FFC" w:rsidRDefault="00BC6FFC" w:rsidP="004851EB"/>
    <w:p w:rsidR="00BC6FFC" w:rsidRDefault="00BC6FFC" w:rsidP="004851EB">
      <w:r>
        <w:t>_______ At least10 Slides including one photo on each slide that describes you, text narrating the photographs (only 2 include photographs of you) (50)</w:t>
      </w:r>
    </w:p>
    <w:p w:rsidR="00BC6FFC" w:rsidRDefault="00BC6FFC" w:rsidP="004851EB"/>
    <w:p w:rsidR="00BC6FFC" w:rsidRDefault="00BC6FFC" w:rsidP="004851EB">
      <w:r>
        <w:t>_______ Slide/background Design (10)</w:t>
      </w:r>
    </w:p>
    <w:p w:rsidR="00BC6FFC" w:rsidRDefault="00BC6FFC" w:rsidP="004851EB"/>
    <w:p w:rsidR="00BC6FFC" w:rsidRDefault="00BC6FFC" w:rsidP="004851EB">
      <w:r>
        <w:t>_______ Slide Transitions (How the slides go from one to the next) (10)</w:t>
      </w:r>
    </w:p>
    <w:p w:rsidR="00BC6FFC" w:rsidRDefault="00BC6FFC" w:rsidP="004851EB"/>
    <w:p w:rsidR="00BC6FFC" w:rsidRDefault="00BC6FFC" w:rsidP="004851EB">
      <w:r>
        <w:t>_______Animation (How the photographs/text enters the slide (10)</w:t>
      </w:r>
    </w:p>
    <w:p w:rsidR="00BC6FFC" w:rsidRDefault="00BC6FFC" w:rsidP="004851EB"/>
    <w:p w:rsidR="00BC6FFC" w:rsidRDefault="00BC6FFC" w:rsidP="004851EB">
      <w:r>
        <w:t>_______ Creativity/Effort (10)</w:t>
      </w:r>
    </w:p>
    <w:p w:rsidR="00BC6FFC" w:rsidRDefault="00BC6FFC" w:rsidP="004851EB"/>
    <w:p w:rsidR="00BC6FFC" w:rsidRDefault="00BC6FFC" w:rsidP="004851EB">
      <w:pPr>
        <w:rPr>
          <w:b/>
        </w:rPr>
      </w:pPr>
      <w:r>
        <w:t xml:space="preserve">_______ </w:t>
      </w:r>
      <w:r>
        <w:rPr>
          <w:b/>
        </w:rPr>
        <w:t>Total (100</w:t>
      </w:r>
      <w:r w:rsidRPr="00C935E0">
        <w:rPr>
          <w:b/>
        </w:rPr>
        <w:t>)</w:t>
      </w: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 w:rsidP="004851EB">
      <w:pPr>
        <w:rPr>
          <w:b/>
        </w:rPr>
      </w:pPr>
    </w:p>
    <w:p w:rsidR="00BC6FFC" w:rsidRDefault="00BC6FFC"/>
    <w:sectPr w:rsidR="00BC6FFC" w:rsidSect="000921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51EB"/>
    <w:rsid w:val="00047568"/>
    <w:rsid w:val="0009216F"/>
    <w:rsid w:val="002A0806"/>
    <w:rsid w:val="004851EB"/>
    <w:rsid w:val="008C2458"/>
    <w:rsid w:val="00BC6FFC"/>
    <w:rsid w:val="00C935E0"/>
    <w:rsid w:val="00DC2634"/>
    <w:rsid w:val="00DD4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1E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77</Words>
  <Characters>439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artistic99</cp:lastModifiedBy>
  <cp:revision>3</cp:revision>
  <dcterms:created xsi:type="dcterms:W3CDTF">2009-09-15T16:55:00Z</dcterms:created>
  <dcterms:modified xsi:type="dcterms:W3CDTF">2011-02-12T18:11:00Z</dcterms:modified>
</cp:coreProperties>
</file>